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7B3F5" w14:textId="16146B7F" w:rsidR="00576A52" w:rsidRDefault="00522AA4" w:rsidP="00576A52">
      <w:pPr>
        <w:spacing w:after="180"/>
      </w:pPr>
      <w:r w:rsidRPr="00522AA4">
        <w:rPr>
          <w:b/>
          <w:sz w:val="44"/>
          <w:szCs w:val="44"/>
        </w:rPr>
        <w:t>Explaining metals</w:t>
      </w:r>
    </w:p>
    <w:p w14:paraId="17428B73" w14:textId="4C7CC94D" w:rsidR="00591449" w:rsidRDefault="00591449" w:rsidP="00591449">
      <w:pPr>
        <w:spacing w:line="276" w:lineRule="auto"/>
      </w:pPr>
      <w:r>
        <w:t xml:space="preserve">Some students have drawn diagrams to show how they think about </w:t>
      </w:r>
      <w:r w:rsidR="00522AA4">
        <w:t>a metal.</w:t>
      </w:r>
    </w:p>
    <w:p w14:paraId="6EEC78E4" w14:textId="55E18408" w:rsidR="00591449" w:rsidRDefault="00D7560E" w:rsidP="00591449">
      <w:pPr>
        <w:spacing w:after="240"/>
        <w:rPr>
          <w:szCs w:val="18"/>
        </w:rPr>
      </w:pPr>
      <w:r>
        <w:rPr>
          <w:noProof/>
          <w:szCs w:val="18"/>
        </w:rPr>
        <w:drawing>
          <wp:anchor distT="0" distB="0" distL="114300" distR="114300" simplePos="0" relativeHeight="251669504" behindDoc="0" locked="0" layoutInCell="1" allowOverlap="1" wp14:anchorId="1AB70A6F" wp14:editId="6995C6A0">
            <wp:simplePos x="0" y="0"/>
            <wp:positionH relativeFrom="margin">
              <wp:posOffset>3419475</wp:posOffset>
            </wp:positionH>
            <wp:positionV relativeFrom="paragraph">
              <wp:posOffset>139065</wp:posOffset>
            </wp:positionV>
            <wp:extent cx="1714500" cy="1180465"/>
            <wp:effectExtent l="0" t="0" r="0" b="635"/>
            <wp:wrapSquare wrapText="bothSides"/>
            <wp:docPr id="7" name="Picture 7" descr="A picture containing lamp,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lamp, light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3" t="3540" r="5362" b="4425"/>
                    <a:stretch/>
                  </pic:blipFill>
                  <pic:spPr bwMode="auto">
                    <a:xfrm>
                      <a:off x="0" y="0"/>
                      <a:ext cx="1714500" cy="1180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AA4">
        <w:rPr>
          <w:noProof/>
          <w:szCs w:val="18"/>
        </w:rPr>
        <w:drawing>
          <wp:anchor distT="0" distB="0" distL="114300" distR="114300" simplePos="0" relativeHeight="251668480" behindDoc="0" locked="0" layoutInCell="1" allowOverlap="1" wp14:anchorId="09C08858" wp14:editId="0DD9C29B">
            <wp:simplePos x="0" y="0"/>
            <wp:positionH relativeFrom="column">
              <wp:posOffset>685800</wp:posOffset>
            </wp:positionH>
            <wp:positionV relativeFrom="paragraph">
              <wp:posOffset>254635</wp:posOffset>
            </wp:positionV>
            <wp:extent cx="1750738" cy="1120140"/>
            <wp:effectExtent l="0" t="0" r="1905" b="3810"/>
            <wp:wrapSquare wrapText="bothSides"/>
            <wp:docPr id="2" name="Picture 2" descr="A picture containing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ligh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738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6AD762" w14:textId="11D93C0D" w:rsidR="00591449" w:rsidRDefault="00591449" w:rsidP="00591449">
      <w:pPr>
        <w:spacing w:after="240"/>
        <w:rPr>
          <w:szCs w:val="18"/>
        </w:rPr>
      </w:pPr>
    </w:p>
    <w:p w14:paraId="76D5A7A9" w14:textId="5359BE2D" w:rsidR="00591449" w:rsidRDefault="00591449" w:rsidP="00591449">
      <w:pPr>
        <w:spacing w:after="240"/>
        <w:rPr>
          <w:szCs w:val="18"/>
        </w:rPr>
      </w:pPr>
    </w:p>
    <w:p w14:paraId="7D8DFAA9" w14:textId="0F35A327" w:rsidR="00591449" w:rsidRDefault="00591449" w:rsidP="00591449">
      <w:pPr>
        <w:spacing w:after="240"/>
        <w:rPr>
          <w:szCs w:val="18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88B1EE" wp14:editId="6C1ECE9A">
                <wp:simplePos x="0" y="0"/>
                <wp:positionH relativeFrom="column">
                  <wp:posOffset>3209925</wp:posOffset>
                </wp:positionH>
                <wp:positionV relativeFrom="paragraph">
                  <wp:posOffset>10160</wp:posOffset>
                </wp:positionV>
                <wp:extent cx="257175" cy="238125"/>
                <wp:effectExtent l="0" t="0" r="9525" b="9525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4E75CB" w14:textId="77777777" w:rsidR="00591449" w:rsidRDefault="00591449" w:rsidP="00591449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88B1E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52.75pt;margin-top:.8pt;width:20.25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" fillcolor="white [3201]" stroked="f" strokeweight=".5pt">
                <v:textbox>
                  <w:txbxContent>
                    <w:p w14:paraId="264E75CB" w14:textId="77777777" w:rsidR="00591449" w:rsidRDefault="00591449" w:rsidP="00591449">
                      <w: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E8CD4C" wp14:editId="2218D76B">
                <wp:simplePos x="0" y="0"/>
                <wp:positionH relativeFrom="column">
                  <wp:posOffset>2450339</wp:posOffset>
                </wp:positionH>
                <wp:positionV relativeFrom="paragraph">
                  <wp:posOffset>10160</wp:posOffset>
                </wp:positionV>
                <wp:extent cx="257175" cy="238125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09A35F" w14:textId="77777777" w:rsidR="00591449" w:rsidRDefault="00591449" w:rsidP="00591449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E8CD4C" id="Text Box 14" o:spid="_x0000_s1027" type="#_x0000_t202" style="position:absolute;margin-left:192.95pt;margin-top:.8pt;width:20.2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" filled="f" stroked="f" strokeweight=".5pt">
                <v:textbox>
                  <w:txbxContent>
                    <w:p w14:paraId="2B09A35F" w14:textId="77777777" w:rsidR="00591449" w:rsidRDefault="00591449" w:rsidP="00591449">
                      <w: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17F13"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0CF29F" wp14:editId="41C493EE">
                <wp:simplePos x="0" y="0"/>
                <wp:positionH relativeFrom="column">
                  <wp:posOffset>2420771</wp:posOffset>
                </wp:positionH>
                <wp:positionV relativeFrom="paragraph">
                  <wp:posOffset>203816</wp:posOffset>
                </wp:positionV>
                <wp:extent cx="1200150" cy="771525"/>
                <wp:effectExtent l="0" t="0" r="0" b="9525"/>
                <wp:wrapNone/>
                <wp:docPr id="3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771525"/>
                          <a:chOff x="0" y="0"/>
                          <a:chExt cx="1428115" cy="973455"/>
                        </a:xfrm>
                      </wpg:grpSpPr>
                      <wpg:grpSp>
                        <wpg:cNvPr id="38" name="Group 38"/>
                        <wpg:cNvGrpSpPr>
                          <a:grpSpLocks noChangeAspect="1"/>
                        </wpg:cNvGrpSpPr>
                        <wpg:grpSpPr>
                          <a:xfrm>
                            <a:off x="200025" y="0"/>
                            <a:ext cx="475615" cy="611505"/>
                            <a:chOff x="200025" y="0"/>
                            <a:chExt cx="527901" cy="688156"/>
                          </a:xfrm>
                        </wpg:grpSpPr>
                        <wps:wsp>
                          <wps:cNvPr id="39" name="Freeform 39"/>
                          <wps:cNvSpPr/>
                          <wps:spPr>
                            <a:xfrm>
                              <a:off x="200025" y="3346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Oval 40"/>
                          <wps:cNvSpPr/>
                          <wps:spPr>
                            <a:xfrm>
                              <a:off x="270726" y="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1" name="Group 41"/>
                        <wpg:cNvGrpSpPr>
                          <a:grpSpLocks noChangeAspect="1"/>
                        </wpg:cNvGrpSpPr>
                        <wpg:grpSpPr>
                          <a:xfrm>
                            <a:off x="0" y="276225"/>
                            <a:ext cx="475615" cy="611505"/>
                            <a:chOff x="0" y="276225"/>
                            <a:chExt cx="527901" cy="688156"/>
                          </a:xfrm>
                        </wpg:grpSpPr>
                        <wps:wsp>
                          <wps:cNvPr id="42" name="Freeform 42"/>
                          <wps:cNvSpPr/>
                          <wps:spPr>
                            <a:xfrm>
                              <a:off x="0" y="61086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Oval 43"/>
                          <wps:cNvSpPr/>
                          <wps:spPr>
                            <a:xfrm>
                              <a:off x="70701" y="27622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4" name="Group 44"/>
                        <wpg:cNvGrpSpPr>
                          <a:grpSpLocks noChangeAspect="1"/>
                        </wpg:cNvGrpSpPr>
                        <wpg:grpSpPr>
                          <a:xfrm>
                            <a:off x="638175" y="28575"/>
                            <a:ext cx="475615" cy="611505"/>
                            <a:chOff x="638175" y="28575"/>
                            <a:chExt cx="527901" cy="688156"/>
                          </a:xfrm>
                        </wpg:grpSpPr>
                        <wps:wsp>
                          <wps:cNvPr id="45" name="Freeform 45"/>
                          <wps:cNvSpPr/>
                          <wps:spPr>
                            <a:xfrm>
                              <a:off x="638175" y="36321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Oval 46"/>
                          <wps:cNvSpPr/>
                          <wps:spPr>
                            <a:xfrm>
                              <a:off x="708876" y="2857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7" name="Group 47"/>
                        <wpg:cNvGrpSpPr>
                          <a:grpSpLocks noChangeAspect="1"/>
                        </wpg:cNvGrpSpPr>
                        <wpg:grpSpPr>
                          <a:xfrm>
                            <a:off x="952500" y="361950"/>
                            <a:ext cx="475615" cy="611505"/>
                            <a:chOff x="952500" y="361950"/>
                            <a:chExt cx="527901" cy="688156"/>
                          </a:xfrm>
                        </wpg:grpSpPr>
                        <wps:wsp>
                          <wps:cNvPr id="48" name="Freeform 48"/>
                          <wps:cNvSpPr/>
                          <wps:spPr>
                            <a:xfrm>
                              <a:off x="952500" y="69658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" name="Oval 49"/>
                          <wps:cNvSpPr/>
                          <wps:spPr>
                            <a:xfrm>
                              <a:off x="1023201" y="36195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0" name="Group 50"/>
                        <wpg:cNvGrpSpPr>
                          <a:grpSpLocks noChangeAspect="1"/>
                        </wpg:cNvGrpSpPr>
                        <wpg:grpSpPr>
                          <a:xfrm>
                            <a:off x="342900" y="342900"/>
                            <a:ext cx="475615" cy="611505"/>
                            <a:chOff x="342900" y="342900"/>
                            <a:chExt cx="527901" cy="688156"/>
                          </a:xfrm>
                        </wpg:grpSpPr>
                        <wps:wsp>
                          <wps:cNvPr id="51" name="Freeform 51"/>
                          <wps:cNvSpPr/>
                          <wps:spPr>
                            <a:xfrm>
                              <a:off x="342900" y="6775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" name="Oval 52"/>
                          <wps:cNvSpPr/>
                          <wps:spPr>
                            <a:xfrm>
                              <a:off x="413601" y="34290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5AD59A" id="Group 7" o:spid="_x0000_s1026" style="position:absolute;margin-left:190.6pt;margin-top:16.05pt;width:94.5pt;height:60.75pt;z-index:251659264;mso-width-relative:margin;mso-height-relative:margin" coordsize="14281,9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">
                <v:group id="Group 38" o:spid="_x0000_s1027" style="position:absolute;left:2000;width:4756;height:6115" coordorigin="2000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o:lock v:ext="edit" aspectratio="t"/>
                  <v:shape id="Freeform 39" o:spid="_x0000_s1028" style="position:absolute;left:2000;top:3346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0" o:spid="_x0000_s1029" style="position:absolute;left:2707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" fillcolor="#a5a5a5 [2092]" stroked="f" strokeweight="1pt"/>
                </v:group>
                <v:group id="Group 41" o:spid="_x0000_s1030" style="position:absolute;top:2762;width:4756;height:6115" coordorigin=",2762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o:lock v:ext="edit" aspectratio="t"/>
                  <v:shape id="Freeform 42" o:spid="_x0000_s1031" style="position:absolute;top:6108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3" o:spid="_x0000_s1032" style="position:absolute;left:707;top:2762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" fillcolor="#d8d8d8 [2732]" stroked="f" strokeweight="1pt"/>
                </v:group>
                <v:group id="Group 44" o:spid="_x0000_s1033" style="position:absolute;left:6381;top:285;width:4756;height:6115" coordorigin="6381,285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o:lock v:ext="edit" aspectratio="t"/>
                  <v:shape id="Freeform 45" o:spid="_x0000_s1034" style="position:absolute;left:6381;top:3632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6" o:spid="_x0000_s1035" style="position:absolute;left:7088;top:285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" fillcolor="#d8d8d8 [2732]" stroked="f" strokeweight="1pt"/>
                </v:group>
                <v:group id="Group 47" o:spid="_x0000_s1036" style="position:absolute;left:9525;top:3619;width:4756;height:6115" coordorigin="9525,361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o:lock v:ext="edit" aspectratio="t"/>
                  <v:shape id="Freeform 48" o:spid="_x0000_s1037" style="position:absolute;left:9525;top:6965;width:5279;height:3536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9" o:spid="_x0000_s1038" style="position:absolute;left:10232;top:3619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" fillcolor="#a5a5a5 [2092]" stroked="f" strokeweight="1pt"/>
                </v:group>
                <v:group id="Group 50" o:spid="_x0000_s1039" style="position:absolute;left:3429;top:3429;width:4756;height:6115" coordorigin="3429,342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o:lock v:ext="edit" aspectratio="t"/>
                  <v:shape id="Freeform 51" o:spid="_x0000_s1040" style="position:absolute;left:3429;top:6775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" path="m527901,438358c520044,-139818,3142,-152389,,438358r527901,xe" fillcolor="#f2f2f2 [3052]" stroked="f" strokeweight="1pt">
                    <v:path arrowok="t" o:connecttype="custom" o:connectlocs="527901,353518;0,353518;527901,353518" o:connectangles="0,0,0"/>
                  </v:shape>
                  <v:oval id="Oval 52" o:spid="_x0000_s1041" style="position:absolute;left:4136;top:3429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" fillcolor="#f2f2f2 [3052]" stroked="f" strokeweight="1pt"/>
                </v:group>
              </v:group>
            </w:pict>
          </mc:Fallback>
        </mc:AlternateContent>
      </w:r>
    </w:p>
    <w:p w14:paraId="4AD61C28" w14:textId="22D45BFB" w:rsidR="00591449" w:rsidRDefault="00591449" w:rsidP="00591449">
      <w:pPr>
        <w:spacing w:after="240"/>
        <w:rPr>
          <w:szCs w:val="18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6BE6F5" wp14:editId="1F880226">
                <wp:simplePos x="0" y="0"/>
                <wp:positionH relativeFrom="column">
                  <wp:posOffset>3457575</wp:posOffset>
                </wp:positionH>
                <wp:positionV relativeFrom="paragraph">
                  <wp:posOffset>11430</wp:posOffset>
                </wp:positionV>
                <wp:extent cx="257175" cy="238125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CD4273" w14:textId="77777777" w:rsidR="00591449" w:rsidRDefault="00591449" w:rsidP="00591449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6BE6F5" id="Text Box 17" o:spid="_x0000_s1028" type="#_x0000_t202" style="position:absolute;margin-left:272.25pt;margin-top:.9pt;width:20.25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" filled="f" stroked="f" strokeweight=".5pt">
                <v:textbox>
                  <w:txbxContent>
                    <w:p w14:paraId="2BCD4273" w14:textId="77777777" w:rsidR="00591449" w:rsidRDefault="00591449" w:rsidP="00591449">
                      <w: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C727AC" wp14:editId="5649D058">
                <wp:simplePos x="0" y="0"/>
                <wp:positionH relativeFrom="column">
                  <wp:posOffset>2219325</wp:posOffset>
                </wp:positionH>
                <wp:positionV relativeFrom="paragraph">
                  <wp:posOffset>11430</wp:posOffset>
                </wp:positionV>
                <wp:extent cx="257175" cy="238125"/>
                <wp:effectExtent l="0" t="0" r="9525" b="9525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7B0A2E" w14:textId="77777777" w:rsidR="00591449" w:rsidRDefault="00591449" w:rsidP="00591449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727AC" id="Text Box 16" o:spid="_x0000_s1029" type="#_x0000_t202" style="position:absolute;margin-left:174.75pt;margin-top:.9pt;width:20.25pt;height: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" fillcolor="white [3201]" stroked="f" strokeweight=".5pt">
                <v:textbox>
                  <w:txbxContent>
                    <w:p w14:paraId="7C7B0A2E" w14:textId="77777777" w:rsidR="00591449" w:rsidRDefault="00591449" w:rsidP="00591449">
                      <w: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Cs w:val="18"/>
        </w:rPr>
        <w:drawing>
          <wp:anchor distT="0" distB="0" distL="114300" distR="114300" simplePos="0" relativeHeight="251662336" behindDoc="0" locked="0" layoutInCell="1" allowOverlap="1" wp14:anchorId="02D909D0" wp14:editId="077B1FA4">
            <wp:simplePos x="0" y="0"/>
            <wp:positionH relativeFrom="column">
              <wp:posOffset>781050</wp:posOffset>
            </wp:positionH>
            <wp:positionV relativeFrom="paragraph">
              <wp:posOffset>249555</wp:posOffset>
            </wp:positionV>
            <wp:extent cx="1598930" cy="1004570"/>
            <wp:effectExtent l="0" t="0" r="1270" b="5080"/>
            <wp:wrapSquare wrapText="bothSides"/>
            <wp:docPr id="12" name="Picture 1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drawing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1004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0300A0" w14:textId="10C4D1D4" w:rsidR="00591449" w:rsidRDefault="00D7560E" w:rsidP="00591449">
      <w:pPr>
        <w:spacing w:after="240"/>
        <w:rPr>
          <w:szCs w:val="18"/>
        </w:rPr>
      </w:pPr>
      <w:r>
        <w:rPr>
          <w:noProof/>
          <w:szCs w:val="18"/>
        </w:rPr>
        <w:drawing>
          <wp:anchor distT="0" distB="0" distL="114300" distR="114300" simplePos="0" relativeHeight="251670528" behindDoc="0" locked="0" layoutInCell="1" allowOverlap="1" wp14:anchorId="4FB215B1" wp14:editId="0A3BCA58">
            <wp:simplePos x="0" y="0"/>
            <wp:positionH relativeFrom="column">
              <wp:posOffset>3818890</wp:posOffset>
            </wp:positionH>
            <wp:positionV relativeFrom="paragraph">
              <wp:posOffset>8836</wp:posOffset>
            </wp:positionV>
            <wp:extent cx="1506855" cy="994410"/>
            <wp:effectExtent l="0" t="0" r="0" b="0"/>
            <wp:wrapSquare wrapText="bothSides"/>
            <wp:docPr id="8" name="Picture 8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close up of a 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994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3BC8A6" w14:textId="07B047F2" w:rsidR="00591449" w:rsidRDefault="00591449" w:rsidP="00591449">
      <w:pPr>
        <w:spacing w:after="240"/>
        <w:rPr>
          <w:szCs w:val="18"/>
        </w:rPr>
      </w:pPr>
    </w:p>
    <w:p w14:paraId="118D6FEF" w14:textId="693C92BA" w:rsidR="00591449" w:rsidRDefault="00591449" w:rsidP="00591449">
      <w:pPr>
        <w:spacing w:after="240"/>
        <w:rPr>
          <w:szCs w:val="18"/>
        </w:rPr>
      </w:pPr>
    </w:p>
    <w:p w14:paraId="7A0BDF64" w14:textId="58749330" w:rsidR="00591449" w:rsidRDefault="00591449" w:rsidP="00591449">
      <w:pPr>
        <w:spacing w:after="240"/>
        <w:rPr>
          <w:szCs w:val="18"/>
        </w:rPr>
      </w:pPr>
    </w:p>
    <w:p w14:paraId="51C048A2" w14:textId="09C80A82" w:rsidR="001C44EC" w:rsidRDefault="00591449" w:rsidP="00591449">
      <w:pPr>
        <w:pStyle w:val="ListParagraph"/>
        <w:numPr>
          <w:ilvl w:val="0"/>
          <w:numId w:val="4"/>
        </w:numPr>
        <w:spacing w:after="180"/>
        <w:ind w:left="426" w:hanging="426"/>
        <w:contextualSpacing w:val="0"/>
      </w:pPr>
      <w:r>
        <w:t>Who do you think will be able explain</w:t>
      </w:r>
      <w:r w:rsidR="001C44EC">
        <w:t xml:space="preserve"> the following?</w:t>
      </w:r>
    </w:p>
    <w:p w14:paraId="3BB5ECCA" w14:textId="5772D9AE" w:rsidR="001C44EC" w:rsidRPr="001C44EC" w:rsidRDefault="001C44EC" w:rsidP="001C44EC">
      <w:pPr>
        <w:spacing w:after="180"/>
        <w:rPr>
          <w:i/>
          <w:iCs/>
        </w:rPr>
      </w:pPr>
      <w:r w:rsidRPr="001C44EC">
        <w:rPr>
          <w:i/>
          <w:iCs/>
        </w:rPr>
        <w:t xml:space="preserve">         </w:t>
      </w:r>
      <w:r w:rsidRPr="001C44EC">
        <w:rPr>
          <w:i/>
          <w:iCs/>
        </w:rPr>
        <w:t>Explain your answer.</w:t>
      </w:r>
    </w:p>
    <w:p w14:paraId="3485E8AE" w14:textId="3B723E80" w:rsidR="00591449" w:rsidRDefault="00591449" w:rsidP="001C44EC">
      <w:pPr>
        <w:pStyle w:val="ListParagraph"/>
        <w:spacing w:after="180"/>
        <w:ind w:left="426"/>
        <w:contextualSpacing w:val="0"/>
      </w:pPr>
      <w:r>
        <w:t>aluminium conducts electricity</w:t>
      </w:r>
    </w:p>
    <w:p w14:paraId="76F82E58" w14:textId="1DD2CF95" w:rsidR="00591449" w:rsidRPr="00591449" w:rsidRDefault="00591449" w:rsidP="001C44EC">
      <w:pPr>
        <w:pStyle w:val="ListParagraph"/>
        <w:spacing w:after="240"/>
        <w:ind w:left="426"/>
        <w:contextualSpacing w:val="0"/>
        <w:rPr>
          <w:szCs w:val="18"/>
        </w:rPr>
      </w:pPr>
      <w:r>
        <w:t>copper can be hammered into shape</w:t>
      </w:r>
    </w:p>
    <w:p w14:paraId="561F5FA7" w14:textId="7EBB81E2" w:rsidR="00591449" w:rsidRPr="00EA301A" w:rsidRDefault="00591449" w:rsidP="001C44EC">
      <w:pPr>
        <w:pStyle w:val="ListParagraph"/>
        <w:spacing w:after="240"/>
        <w:ind w:left="426"/>
        <w:contextualSpacing w:val="0"/>
        <w:rPr>
          <w:szCs w:val="18"/>
        </w:rPr>
      </w:pPr>
      <w:r>
        <w:t xml:space="preserve">copper is a better electrical conductor than aluminium </w:t>
      </w:r>
    </w:p>
    <w:p w14:paraId="0181ADAC" w14:textId="77777777" w:rsidR="00591449" w:rsidRDefault="00591449" w:rsidP="00591449">
      <w:pPr>
        <w:spacing w:after="240"/>
        <w:rPr>
          <w:szCs w:val="18"/>
        </w:rPr>
      </w:pPr>
    </w:p>
    <w:p w14:paraId="66F03E21" w14:textId="77777777" w:rsidR="00591449" w:rsidRDefault="00591449" w:rsidP="00591449">
      <w:pPr>
        <w:spacing w:after="240"/>
        <w:rPr>
          <w:szCs w:val="18"/>
        </w:rPr>
      </w:pPr>
    </w:p>
    <w:p w14:paraId="2338AF33" w14:textId="77777777" w:rsidR="00576A52" w:rsidRPr="00201AC2" w:rsidRDefault="00576A52" w:rsidP="00576A52">
      <w:pPr>
        <w:spacing w:after="240"/>
        <w:rPr>
          <w:szCs w:val="18"/>
        </w:rPr>
      </w:pPr>
    </w:p>
    <w:p w14:paraId="50A5F797" w14:textId="77777777" w:rsidR="00576A52" w:rsidRDefault="00576A52" w:rsidP="00576A52">
      <w:pPr>
        <w:spacing w:after="240"/>
        <w:rPr>
          <w:szCs w:val="18"/>
        </w:rPr>
      </w:pPr>
    </w:p>
    <w:p w14:paraId="0A184150" w14:textId="77777777" w:rsidR="00576A52" w:rsidRDefault="00576A52" w:rsidP="00576A52">
      <w:pPr>
        <w:spacing w:after="240"/>
        <w:rPr>
          <w:szCs w:val="18"/>
        </w:rPr>
      </w:pPr>
    </w:p>
    <w:p w14:paraId="0B83E782" w14:textId="77777777" w:rsidR="00576A52" w:rsidRDefault="00576A52" w:rsidP="00576A52">
      <w:pPr>
        <w:spacing w:after="240"/>
        <w:rPr>
          <w:szCs w:val="18"/>
        </w:rPr>
      </w:pPr>
    </w:p>
    <w:p w14:paraId="5E552949" w14:textId="77777777" w:rsidR="00576A52" w:rsidRDefault="00576A52" w:rsidP="00576A52">
      <w:pPr>
        <w:spacing w:after="240"/>
        <w:rPr>
          <w:szCs w:val="18"/>
        </w:rPr>
      </w:pPr>
    </w:p>
    <w:p w14:paraId="041DC52B" w14:textId="77777777" w:rsidR="00576A52" w:rsidRDefault="00576A52" w:rsidP="00576A52">
      <w:pPr>
        <w:spacing w:after="240"/>
        <w:rPr>
          <w:szCs w:val="18"/>
        </w:rPr>
      </w:pPr>
    </w:p>
    <w:p w14:paraId="08250F10" w14:textId="77777777" w:rsidR="00576A52" w:rsidRPr="00201AC2" w:rsidRDefault="00576A52" w:rsidP="00576A52">
      <w:pPr>
        <w:spacing w:after="240"/>
        <w:rPr>
          <w:szCs w:val="18"/>
        </w:rPr>
      </w:pPr>
    </w:p>
    <w:p w14:paraId="10BF9FB3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1"/>
          <w:footerReference w:type="default" r:id="rId12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225E4310" w14:textId="6F50AC8F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522AA4">
        <w:rPr>
          <w:i/>
          <w:sz w:val="18"/>
          <w:szCs w:val="18"/>
        </w:rPr>
        <w:t>CPS: Particles and structure</w:t>
      </w:r>
      <w:r>
        <w:rPr>
          <w:i/>
          <w:sz w:val="18"/>
          <w:szCs w:val="18"/>
        </w:rPr>
        <w:t xml:space="preserve"> &gt; Topic </w:t>
      </w:r>
      <w:r w:rsidR="00522AA4">
        <w:rPr>
          <w:i/>
          <w:sz w:val="18"/>
          <w:szCs w:val="18"/>
        </w:rPr>
        <w:t>CPS7: Metallic bonding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9B60E0">
        <w:rPr>
          <w:i/>
          <w:sz w:val="18"/>
          <w:szCs w:val="18"/>
        </w:rPr>
        <w:t>CPS7.1: Metallic structure model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3EB7ED90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153F76A9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6D78DE47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312181AF" w14:textId="33A2C300" w:rsidR="006F3279" w:rsidRPr="00CA4B46" w:rsidRDefault="00522AA4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Explaining metals</w:t>
            </w:r>
          </w:p>
        </w:tc>
      </w:tr>
    </w:tbl>
    <w:p w14:paraId="50F4437A" w14:textId="77777777" w:rsidR="006F3279" w:rsidRDefault="006F3279" w:rsidP="00E172C6">
      <w:pPr>
        <w:spacing w:after="180"/>
        <w:rPr>
          <w:b/>
        </w:rPr>
      </w:pPr>
    </w:p>
    <w:p w14:paraId="45CD788F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E40715" w14:paraId="68411FDA" w14:textId="77777777" w:rsidTr="003F16F9">
        <w:trPr>
          <w:trHeight w:val="340"/>
        </w:trPr>
        <w:tc>
          <w:tcPr>
            <w:tcW w:w="2196" w:type="dxa"/>
          </w:tcPr>
          <w:p w14:paraId="7696EC99" w14:textId="77777777" w:rsidR="00E40715" w:rsidRDefault="00E40715" w:rsidP="00E40715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16FFA3F1" w14:textId="2B06B432" w:rsidR="00E40715" w:rsidRDefault="00E40715" w:rsidP="00E40715">
            <w:pPr>
              <w:spacing w:before="60" w:after="60"/>
            </w:pPr>
            <w:r w:rsidRPr="00B94C6D">
              <w:t xml:space="preserve">A model of metallic structure, made up of positive metal ions surrounded by ‘free’ </w:t>
            </w:r>
            <w:r>
              <w:t xml:space="preserve">outer </w:t>
            </w:r>
            <w:r w:rsidRPr="00B94C6D">
              <w:t>electrons, can explain some properties of metals.</w:t>
            </w:r>
          </w:p>
        </w:tc>
      </w:tr>
      <w:tr w:rsidR="00E40715" w14:paraId="38487C38" w14:textId="77777777" w:rsidTr="003F16F9">
        <w:trPr>
          <w:trHeight w:val="340"/>
        </w:trPr>
        <w:tc>
          <w:tcPr>
            <w:tcW w:w="2196" w:type="dxa"/>
          </w:tcPr>
          <w:p w14:paraId="256FDD17" w14:textId="77777777" w:rsidR="00E40715" w:rsidRDefault="00E40715" w:rsidP="00E40715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4F818E9A" w14:textId="0A49C7EC" w:rsidR="00E40715" w:rsidRPr="00A50C9C" w:rsidRDefault="009B60E0" w:rsidP="00E40715">
            <w:pPr>
              <w:spacing w:before="60" w:after="60"/>
              <w:rPr>
                <w:b/>
              </w:rPr>
            </w:pPr>
            <w:r w:rsidRPr="009B60E0">
              <w:t>Evaluate the metallic structure model in terms of its ability to explain physical properties of metals.</w:t>
            </w:r>
          </w:p>
        </w:tc>
      </w:tr>
      <w:tr w:rsidR="00E40715" w14:paraId="541C320C" w14:textId="77777777" w:rsidTr="003F16F9">
        <w:trPr>
          <w:trHeight w:val="340"/>
        </w:trPr>
        <w:tc>
          <w:tcPr>
            <w:tcW w:w="2196" w:type="dxa"/>
          </w:tcPr>
          <w:p w14:paraId="4FD234C1" w14:textId="77777777" w:rsidR="00E40715" w:rsidRDefault="00E40715" w:rsidP="00E40715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14:paraId="4E3EA3BC" w14:textId="09DBE8E3" w:rsidR="00E40715" w:rsidRDefault="00E40715" w:rsidP="00E40715">
            <w:pPr>
              <w:spacing w:before="60" w:after="60"/>
            </w:pPr>
            <w:r>
              <w:t>Thinking heads</w:t>
            </w:r>
          </w:p>
        </w:tc>
      </w:tr>
      <w:tr w:rsidR="00E40715" w14:paraId="2A386747" w14:textId="77777777" w:rsidTr="003F16F9">
        <w:trPr>
          <w:trHeight w:val="340"/>
        </w:trPr>
        <w:tc>
          <w:tcPr>
            <w:tcW w:w="2196" w:type="dxa"/>
          </w:tcPr>
          <w:p w14:paraId="58B8CC87" w14:textId="77777777" w:rsidR="00E40715" w:rsidRDefault="00E40715" w:rsidP="00E40715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448B2C89" w14:textId="08143F90" w:rsidR="00E40715" w:rsidRDefault="009B60E0" w:rsidP="00E40715">
            <w:pPr>
              <w:spacing w:before="60" w:after="60"/>
            </w:pPr>
            <w:r>
              <w:t>electron, ion, model, electrical conductor</w:t>
            </w:r>
          </w:p>
        </w:tc>
      </w:tr>
    </w:tbl>
    <w:p w14:paraId="50DECAA9" w14:textId="77777777" w:rsidR="00E172C6" w:rsidRDefault="00E172C6" w:rsidP="00E172C6">
      <w:pPr>
        <w:spacing w:after="180"/>
      </w:pPr>
    </w:p>
    <w:p w14:paraId="0E119442" w14:textId="159B886B" w:rsidR="006A320F" w:rsidRDefault="006A320F" w:rsidP="006A320F">
      <w:pPr>
        <w:spacing w:after="180"/>
      </w:pPr>
      <w:r>
        <w:t xml:space="preserve">This activity can help develop students’ understanding by addressing the </w:t>
      </w:r>
      <w:r w:rsidR="00522AA4">
        <w:t>misunderstandings</w:t>
      </w:r>
      <w:r>
        <w:t xml:space="preserve"> revealed by the following diagnostic question</w:t>
      </w:r>
      <w:r w:rsidR="00522AA4">
        <w:t>:</w:t>
      </w:r>
    </w:p>
    <w:p w14:paraId="537159CE" w14:textId="1ADDD2FC" w:rsidR="00456227" w:rsidRPr="00A6111E" w:rsidRDefault="00522AA4" w:rsidP="00456227">
      <w:pPr>
        <w:pStyle w:val="ListParagraph"/>
        <w:numPr>
          <w:ilvl w:val="0"/>
          <w:numId w:val="1"/>
        </w:numPr>
        <w:spacing w:after="180"/>
      </w:pPr>
      <w:r>
        <w:t>Metal properties</w:t>
      </w:r>
    </w:p>
    <w:p w14:paraId="5701F747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59C33290" w14:textId="7E281C5F" w:rsidR="00D7560E" w:rsidRDefault="00D7560E" w:rsidP="00D7560E">
      <w:pPr>
        <w:spacing w:after="180"/>
      </w:pPr>
      <w:bookmarkStart w:id="0" w:name="_Hlk52094727"/>
      <w:r>
        <w:t xml:space="preserve">Cheng and Oon </w:t>
      </w:r>
      <w:r>
        <w:fldChar w:fldCharType="begin"/>
      </w:r>
      <w:r>
        <w:instrText xml:space="preserve"> ADDIN EN.CITE &lt;EndNote&gt;&lt;Cite ExcludeAuth="1"&gt;&lt;Author&gt;Cheng&lt;/Author&gt;&lt;Year&gt;2016&lt;/Year&gt;&lt;IDText&gt;Understanding metallic bonding: Structure, process and interaction by Rasch analysis&lt;/IDText&gt;&lt;DisplayText&gt;(2016)&lt;/DisplayText&gt;&lt;record&gt;&lt;titles&gt;&lt;title&gt;Understanding metallic bonding: Structure, process and interaction by Rasch analysis&lt;/title&gt;&lt;secondary-title&gt;International Journal of Science Education&lt;/secondary-title&gt;&lt;/titles&gt;&lt;pages&gt;1923-1944&lt;/pages&gt;&lt;number&gt;12&lt;/number&gt;&lt;contributors&gt;&lt;authors&gt;&lt;author&gt;Cheng, Maurice M.W.&lt;/author&gt;&lt;author&gt;Oon, Pey-Tee&lt;/author&gt;&lt;/authors&gt;&lt;/contributors&gt;&lt;added-date format="utc"&gt;1599224246&lt;/added-date&gt;&lt;ref-type name="Journal Article"&gt;17&lt;/ref-type&gt;&lt;dates&gt;&lt;year&gt;2016&lt;/year&gt;&lt;/dates&gt;&lt;rec-number&gt;132&lt;/rec-number&gt;&lt;last-updated-date format="utc"&gt;1599224335&lt;/last-updated-date&gt;&lt;volume&gt;38&lt;/volume&gt;&lt;/record&gt;&lt;/Cite&gt;&lt;/EndNote&gt;</w:instrText>
      </w:r>
      <w:r>
        <w:fldChar w:fldCharType="separate"/>
      </w:r>
      <w:r>
        <w:rPr>
          <w:noProof/>
        </w:rPr>
        <w:t>(2016)</w:t>
      </w:r>
      <w:r>
        <w:fldChar w:fldCharType="end"/>
      </w:r>
      <w:r>
        <w:t xml:space="preserve"> introduce their paper on understanding of metallic bonding with a quote from Gilbert </w:t>
      </w:r>
      <w:r>
        <w:fldChar w:fldCharType="begin"/>
      </w:r>
      <w:r>
        <w:instrText xml:space="preserve"> ADDIN EN.CITE &lt;EndNote&gt;&lt;Cite ExcludeAuth="1"&gt;&lt;Author&gt;Gilbert&lt;/Author&gt;&lt;Year&gt;2004&lt;/Year&gt;&lt;IDText&gt;Models and modeling: Routes to more authentic science education&lt;/IDText&gt;&lt;DisplayText&gt;(2004)&lt;/DisplayText&gt;&lt;record&gt;&lt;titles&gt;&lt;title&gt;Models and modeling: Routes to more authentic science education&lt;/title&gt;&lt;secondary-title&gt;International Journal of Science and Mathematics Education&lt;/secondary-title&gt;&lt;/titles&gt;&lt;pages&gt;115-130&lt;/pages&gt;&lt;number&gt;2&lt;/number&gt;&lt;contributors&gt;&lt;authors&gt;&lt;author&gt;Gilbert, J.K.&lt;/author&gt;&lt;/authors&gt;&lt;/contributors&gt;&lt;added-date format="utc"&gt;1599225826&lt;/added-date&gt;&lt;ref-type name="Journal Article"&gt;17&lt;/ref-type&gt;&lt;dates&gt;&lt;year&gt;2004&lt;/year&gt;&lt;/dates&gt;&lt;rec-number&gt;136&lt;/rec-number&gt;&lt;last-updated-date format="utc"&gt;1599225929&lt;/last-updated-date&gt;&lt;volume&gt;2&lt;/volume&gt;&lt;/record&gt;&lt;/Cite&gt;&lt;/EndNote&gt;</w:instrText>
      </w:r>
      <w:r>
        <w:fldChar w:fldCharType="separate"/>
      </w:r>
      <w:r>
        <w:rPr>
          <w:noProof/>
        </w:rPr>
        <w:t>(2004)</w:t>
      </w:r>
      <w:r>
        <w:fldChar w:fldCharType="end"/>
      </w:r>
      <w:r>
        <w:t xml:space="preserve"> which describes the learning of school science as the progressive stud</w:t>
      </w:r>
      <w:r w:rsidR="009B60E0">
        <w:t>y</w:t>
      </w:r>
      <w:r>
        <w:t xml:space="preserve"> of different models of physical phenomena.</w:t>
      </w:r>
    </w:p>
    <w:p w14:paraId="3077B1A1" w14:textId="77777777" w:rsidR="00D7560E" w:rsidRDefault="00D7560E" w:rsidP="00D7560E">
      <w:pPr>
        <w:spacing w:after="180"/>
      </w:pPr>
      <w:r>
        <w:t xml:space="preserve">A paper </w:t>
      </w:r>
      <w:r>
        <w:fldChar w:fldCharType="begin"/>
      </w:r>
      <w:r>
        <w:instrText xml:space="preserve"> ADDIN EN.CITE &lt;EndNote&gt;&lt;Cite&gt;&lt;Author&gt;Harrison&lt;/Author&gt;&lt;Year&gt;1996&lt;/Year&gt;&lt;IDText&gt;Secondary students&amp;apos; mental models of atoms and moelcules: Implications for teaching chemistry&lt;/IDText&gt;&lt;DisplayText&gt;(Harrison and Treagust, 1996)&lt;/DisplayText&gt;&lt;record&gt;&lt;titles&gt;&lt;title&gt;Secondary students&amp;apos; mental models of atoms and moelcules: Implications for teaching chemistry&lt;/title&gt;&lt;secondary-title&gt;Science Education&lt;/secondary-title&gt;&lt;/titles&gt;&lt;pages&gt;509-534&lt;/pages&gt;&lt;number&gt;5&lt;/number&gt;&lt;contributors&gt;&lt;authors&gt;&lt;author&gt;Harrison, Allan G.&lt;/author&gt;&lt;author&gt;Treagust, David F.&lt;/author&gt;&lt;/authors&gt;&lt;/contributors&gt;&lt;added-date format="utc"&gt;1565366135&lt;/added-date&gt;&lt;ref-type name="Journal Article"&gt;17&lt;/ref-type&gt;&lt;dates&gt;&lt;year&gt;1996&lt;/year&gt;&lt;/dates&gt;&lt;rec-number&gt;64&lt;/rec-number&gt;&lt;last-updated-date format="utc"&gt;1565366260&lt;/last-updated-date&gt;&lt;volume&gt;80&lt;/volume&gt;&lt;/record&gt;&lt;/Cite&gt;&lt;/EndNote&gt;</w:instrText>
      </w:r>
      <w:r>
        <w:fldChar w:fldCharType="separate"/>
      </w:r>
      <w:r>
        <w:rPr>
          <w:noProof/>
        </w:rPr>
        <w:t>(Harrison and Treagust, 1996)</w:t>
      </w:r>
      <w:r>
        <w:fldChar w:fldCharType="end"/>
      </w:r>
      <w:r>
        <w:t xml:space="preserve"> uses a system devised by Grosslight et al. </w:t>
      </w:r>
      <w:r>
        <w:fldChar w:fldCharType="begin"/>
      </w:r>
      <w:r>
        <w:instrText xml:space="preserve"> ADDIN EN.CITE &lt;EndNote&gt;&lt;Cite ExcludeAuth="1"&gt;&lt;Author&gt;Grosslight &lt;/Author&gt;&lt;Year&gt;1991&lt;/Year&gt;&lt;IDText&gt;Understanding models and their use in science: Conceptions of middle and high school students and experts&lt;/IDText&gt;&lt;DisplayText&gt;(1991)&lt;/DisplayText&gt;&lt;record&gt;&lt;titles&gt;&lt;title&gt;Understanding models and their use in science: Conceptions of middle and high school students and experts&lt;/title&gt;&lt;secondary-title&gt;Journal of Research in Science Teaching&lt;/secondary-title&gt;&lt;/titles&gt;&lt;pages&gt;799-822&lt;/pages&gt;&lt;contributors&gt;&lt;authors&gt;&lt;author&gt;Grosslight , L.&lt;/author&gt;&lt;author&gt;Unger, C.&lt;/author&gt;&lt;author&gt;Jay, E.&lt;/author&gt;&lt;author&gt;Smith, C.&lt;/author&gt;&lt;/authors&gt;&lt;/contributors&gt;&lt;added-date format="utc"&gt;1565778493&lt;/added-date&gt;&lt;ref-type name="Journal Article"&gt;17&lt;/ref-type&gt;&lt;dates&gt;&lt;year&gt;1991&lt;/year&gt;&lt;/dates&gt;&lt;rec-number&gt;66&lt;/rec-number&gt;&lt;last-updated-date format="utc"&gt;1565778570&lt;/last-updated-date&gt;&lt;volume&gt;28&lt;/volume&gt;&lt;/record&gt;&lt;/Cite&gt;&lt;/EndNote&gt;</w:instrText>
      </w:r>
      <w:r>
        <w:fldChar w:fldCharType="separate"/>
      </w:r>
      <w:r>
        <w:rPr>
          <w:noProof/>
        </w:rPr>
        <w:t>(1991)</w:t>
      </w:r>
      <w:r>
        <w:fldChar w:fldCharType="end"/>
      </w:r>
      <w:r>
        <w:t xml:space="preserve"> to categorise different levels of thinking about models.</w:t>
      </w:r>
    </w:p>
    <w:p w14:paraId="7AE635DE" w14:textId="77777777" w:rsidR="00D7560E" w:rsidRPr="005664CC" w:rsidRDefault="00D7560E" w:rsidP="00D7560E">
      <w:pPr>
        <w:pStyle w:val="NoSpacing"/>
        <w:rPr>
          <w:rFonts w:asciiTheme="minorHAnsi" w:hAnsiTheme="minorHAnsi" w:cs="Arial"/>
          <w:sz w:val="22"/>
        </w:rPr>
      </w:pPr>
      <w:r w:rsidRPr="005664CC">
        <w:rPr>
          <w:rFonts w:asciiTheme="minorHAnsi" w:hAnsiTheme="minorHAnsi" w:cs="Arial"/>
          <w:sz w:val="22"/>
        </w:rPr>
        <w:t>Level 1- Thinking of models as simple copies of reality</w:t>
      </w:r>
    </w:p>
    <w:p w14:paraId="6CAD7151" w14:textId="77777777" w:rsidR="00D7560E" w:rsidRPr="005664CC" w:rsidRDefault="00D7560E" w:rsidP="00D7560E">
      <w:pPr>
        <w:pStyle w:val="NoSpacing"/>
        <w:rPr>
          <w:rFonts w:asciiTheme="minorHAnsi" w:hAnsiTheme="minorHAnsi" w:cs="Arial"/>
          <w:sz w:val="22"/>
        </w:rPr>
      </w:pPr>
      <w:r w:rsidRPr="005664CC">
        <w:rPr>
          <w:rFonts w:asciiTheme="minorHAnsi" w:hAnsiTheme="minorHAnsi" w:cs="Arial"/>
          <w:sz w:val="22"/>
        </w:rPr>
        <w:t>Level 2- Recognising that models have an explicit purpose which affects how the model is constructed and that the model does not have to correspond with reality</w:t>
      </w:r>
    </w:p>
    <w:p w14:paraId="54E13160" w14:textId="77777777" w:rsidR="00D7560E" w:rsidRPr="005664CC" w:rsidRDefault="00D7560E" w:rsidP="00D7560E">
      <w:pPr>
        <w:pStyle w:val="NoSpacing"/>
        <w:rPr>
          <w:rFonts w:asciiTheme="minorHAnsi" w:hAnsiTheme="minorHAnsi" w:cs="Arial"/>
          <w:sz w:val="22"/>
        </w:rPr>
      </w:pPr>
      <w:r w:rsidRPr="005664CC">
        <w:rPr>
          <w:rFonts w:asciiTheme="minorHAnsi" w:hAnsiTheme="minorHAnsi" w:cs="Arial"/>
          <w:sz w:val="22"/>
        </w:rPr>
        <w:t xml:space="preserve">Level 3 – Recognising that a model serves the development and testing of ideas. </w:t>
      </w:r>
    </w:p>
    <w:p w14:paraId="5E3020F1" w14:textId="77777777" w:rsidR="00D7560E" w:rsidRDefault="00D7560E" w:rsidP="00D7560E">
      <w:pPr>
        <w:spacing w:after="180"/>
      </w:pPr>
      <w:r>
        <w:t xml:space="preserve">Students at level 3 would be able to construct and manipulate multiple models. </w:t>
      </w:r>
    </w:p>
    <w:p w14:paraId="776C9B0F" w14:textId="42F38AC3" w:rsidR="00D7560E" w:rsidRDefault="00D7560E" w:rsidP="00D7560E">
      <w:pPr>
        <w:spacing w:after="180"/>
      </w:pPr>
      <w:r>
        <w:t>Student</w:t>
      </w:r>
      <w:r w:rsidR="001C44EC">
        <w:t>s</w:t>
      </w:r>
      <w:r>
        <w:t xml:space="preserve"> </w:t>
      </w:r>
      <w:r w:rsidR="001C44EC">
        <w:t>are usually</w:t>
      </w:r>
      <w:r>
        <w:t xml:space="preserve"> introduced </w:t>
      </w:r>
      <w:r w:rsidR="001C44EC">
        <w:t xml:space="preserve">first to a </w:t>
      </w:r>
      <w:r>
        <w:t xml:space="preserve">basic particle model </w:t>
      </w:r>
      <w:r w:rsidR="001C44EC">
        <w:t>and only later to</w:t>
      </w:r>
      <w:r>
        <w:t xml:space="preserve"> models of chemical bonding</w:t>
      </w:r>
      <w:r w:rsidR="001C44EC">
        <w:t>. As students progress</w:t>
      </w:r>
      <w:r w:rsidR="00BE4E55">
        <w:t>,</w:t>
      </w:r>
      <w:r w:rsidR="001C44EC">
        <w:t xml:space="preserve"> they are required to change the model that they are using</w:t>
      </w:r>
      <w:r>
        <w:t>. Understanding that models have an explicit explanatory purpose may help students to make this transition.</w:t>
      </w:r>
      <w:r w:rsidR="001C44EC">
        <w:t xml:space="preserve"> More advanced chemistry requires a more advanced explanatory model.</w:t>
      </w:r>
    </w:p>
    <w:p w14:paraId="2AB1C4B0" w14:textId="0AC94E8B" w:rsidR="00D7560E" w:rsidRDefault="00D7560E" w:rsidP="00D7560E">
      <w:pPr>
        <w:spacing w:after="180"/>
      </w:pPr>
      <w:r>
        <w:t>As well as thinking using an appropriate model for a purpose, an expert chemist, according to Johnstone</w:t>
      </w:r>
      <w:r w:rsidR="001C44EC">
        <w:t xml:space="preserve"> </w:t>
      </w:r>
      <w:r>
        <w:fldChar w:fldCharType="begin"/>
      </w:r>
      <w:r>
        <w:instrText xml:space="preserve"> ADDIN EN.CITE &lt;EndNote&gt;&lt;Cite ExcludeAuth="1"&gt;&lt;Author&gt;Johnstone&lt;/Author&gt;&lt;Year&gt;1991&lt;/Year&gt;&lt;IDText&gt;Why is chemistry difficult to learn? Things are seldom what they seem.&lt;/IDText&gt;&lt;DisplayText&gt;(1991)&lt;/DisplayText&gt;&lt;record&gt;&lt;titles&gt;&lt;title&gt;Why is chemistry difficult to learn? Things are seldom what they seem.&lt;/title&gt;&lt;secondary-title&gt;Journal of Computer Assisted Learning&lt;/secondary-title&gt;&lt;/titles&gt;&lt;pages&gt;75-83&lt;/pages&gt;&lt;contributors&gt;&lt;authors&gt;&lt;author&gt;Johnstone, A.H.&lt;/author&gt;&lt;/authors&gt;&lt;/contributors&gt;&lt;added-date format="utc"&gt;1532360293&lt;/added-date&gt;&lt;ref-type name="Journal Article"&gt;17&lt;/ref-type&gt;&lt;dates&gt;&lt;year&gt;1991&lt;/year&gt;&lt;/dates&gt;&lt;rec-number&gt;10&lt;/rec-number&gt;&lt;last-updated-date format="utc"&gt;1532360360&lt;/last-updated-date&gt;&lt;volume&gt;7&lt;/volume&gt;&lt;/record&gt;&lt;/Cite&gt;&lt;/EndNote&gt;</w:instrText>
      </w:r>
      <w:r>
        <w:fldChar w:fldCharType="separate"/>
      </w:r>
      <w:r>
        <w:rPr>
          <w:noProof/>
        </w:rPr>
        <w:t>(1991)</w:t>
      </w:r>
      <w:r>
        <w:fldChar w:fldCharType="end"/>
      </w:r>
      <w:r>
        <w:t xml:space="preserve"> can fluently switch between thinking at a macroscopic level, sub-microscopic level and symbolically. </w:t>
      </w:r>
      <w:r w:rsidR="001C44EC">
        <w:t xml:space="preserve">This three-level way of thinking is summarised in the paper as Johnstone’s triangle. </w:t>
      </w:r>
      <w:r>
        <w:t>The mental models required to think about chemical bonding all require a sub</w:t>
      </w:r>
      <w:r w:rsidR="009B60E0">
        <w:t>-</w:t>
      </w:r>
      <w:r>
        <w:t>microscopic way of thinking.</w:t>
      </w:r>
    </w:p>
    <w:bookmarkEnd w:id="0"/>
    <w:p w14:paraId="4B326974" w14:textId="79B4A81E" w:rsidR="00D7560E" w:rsidRPr="00D7560E" w:rsidRDefault="007A748B" w:rsidP="00576A52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5D0D5F3A" w14:textId="4DEE54A7" w:rsidR="00576A52" w:rsidRPr="00816065" w:rsidRDefault="00576A52" w:rsidP="00576A52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can be done as a pencil and paper exercise or projected onto a screen.</w:t>
      </w:r>
    </w:p>
    <w:p w14:paraId="650B17A6" w14:textId="77777777" w:rsidR="00576A52" w:rsidRPr="00816065" w:rsidRDefault="00576A52" w:rsidP="00576A52">
      <w:pPr>
        <w:spacing w:after="180"/>
        <w:rPr>
          <w:rFonts w:cstheme="minorHAnsi"/>
        </w:rPr>
      </w:pPr>
      <w:r w:rsidRPr="00816065">
        <w:rPr>
          <w:rFonts w:cstheme="minorHAnsi"/>
        </w:rPr>
        <w:lastRenderedPageBreak/>
        <w:t>Students should read the statements and follow the instructions on either the worksheet or the PowerPoint.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14:paraId="75972480" w14:textId="77777777" w:rsidR="00576A52" w:rsidRPr="00816065" w:rsidRDefault="00576A52" w:rsidP="00576A52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14:paraId="4260439A" w14:textId="77777777" w:rsidR="00576A52" w:rsidRPr="00816065" w:rsidRDefault="00576A52" w:rsidP="00576A52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020E4397" w14:textId="65EC1529" w:rsidR="00576A52" w:rsidRPr="00816065" w:rsidRDefault="00576A52" w:rsidP="00576A52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</w:t>
      </w:r>
      <w:r w:rsidR="00522AA4">
        <w:rPr>
          <w:rFonts w:cstheme="minorHAnsi"/>
        </w:rPr>
        <w:t xml:space="preserve">.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14:paraId="7843A6C2" w14:textId="77777777" w:rsidR="00576A52" w:rsidRPr="00816065" w:rsidRDefault="00576A52" w:rsidP="00576A52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14:paraId="204D040F" w14:textId="7777777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45A188A5" w14:textId="0F84153A" w:rsidR="00BF6C8A" w:rsidRDefault="00D7560E" w:rsidP="00BF6C8A">
      <w:pPr>
        <w:spacing w:after="180"/>
      </w:pPr>
      <w:r>
        <w:t xml:space="preserve">Student A can explain </w:t>
      </w:r>
      <w:r w:rsidR="001C44EC">
        <w:t>a</w:t>
      </w:r>
      <w:r>
        <w:t xml:space="preserve"> and </w:t>
      </w:r>
      <w:r w:rsidR="001C44EC">
        <w:t>b</w:t>
      </w:r>
      <w:r>
        <w:t xml:space="preserve">. Student B can explain </w:t>
      </w:r>
      <w:r w:rsidR="001C44EC">
        <w:t>b</w:t>
      </w:r>
      <w:r>
        <w:t>.</w:t>
      </w:r>
      <w:r w:rsidR="001C44EC">
        <w:t xml:space="preserve"> None can explain c.</w:t>
      </w:r>
    </w:p>
    <w:p w14:paraId="6103E992" w14:textId="7777777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6E2478C0" w14:textId="6EE8E9AF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F44375">
        <w:t>Helen Harden</w:t>
      </w:r>
      <w:r w:rsidR="0015356E">
        <w:t xml:space="preserve"> (UYSEG)</w:t>
      </w:r>
      <w:r w:rsidR="00522AA4">
        <w:t>.</w:t>
      </w:r>
    </w:p>
    <w:p w14:paraId="4636A473" w14:textId="77777777" w:rsidR="00522AA4" w:rsidRDefault="00D278E8" w:rsidP="00E172C6">
      <w:pPr>
        <w:spacing w:after="180"/>
      </w:pPr>
      <w:r w:rsidRPr="0045323E">
        <w:t xml:space="preserve">Images: </w:t>
      </w:r>
    </w:p>
    <w:p w14:paraId="6BB288E4" w14:textId="4F869E7B" w:rsidR="00522AA4" w:rsidRDefault="00522AA4" w:rsidP="00E172C6">
      <w:pPr>
        <w:spacing w:after="180"/>
        <w:rPr>
          <w:rStyle w:val="attributionfield"/>
        </w:rPr>
      </w:pPr>
      <w:r>
        <w:t xml:space="preserve">Metal </w:t>
      </w:r>
      <w:r>
        <w:rPr>
          <w:rStyle w:val="attributionfield"/>
        </w:rPr>
        <w:t xml:space="preserve">image by </w:t>
      </w:r>
      <w:hyperlink r:id="rId13" w:history="1">
        <w:r>
          <w:rPr>
            <w:rStyle w:val="Hyperlink"/>
          </w:rPr>
          <w:t>PublicDomainPictures</w:t>
        </w:r>
      </w:hyperlink>
      <w:r>
        <w:rPr>
          <w:rStyle w:val="attributionfield"/>
        </w:rPr>
        <w:t xml:space="preserve"> from </w:t>
      </w:r>
      <w:hyperlink r:id="rId14" w:history="1">
        <w:r>
          <w:rPr>
            <w:rStyle w:val="Hyperlink"/>
          </w:rPr>
          <w:t>Pixabay</w:t>
        </w:r>
      </w:hyperlink>
    </w:p>
    <w:p w14:paraId="0839617A" w14:textId="18436A75" w:rsidR="00CC78A5" w:rsidRDefault="00522AA4" w:rsidP="00E172C6">
      <w:pPr>
        <w:spacing w:after="180"/>
      </w:pPr>
      <w:r>
        <w:t xml:space="preserve">Diagrams by </w:t>
      </w:r>
      <w:r w:rsidR="00F44375">
        <w:t>Helen Harden (UYSEG)</w:t>
      </w:r>
    </w:p>
    <w:p w14:paraId="773B0A68" w14:textId="7A72C32B" w:rsidR="00D7560E" w:rsidRPr="001C44EC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5229E43F" w14:textId="77777777" w:rsidR="00D7560E" w:rsidRPr="00D7560E" w:rsidRDefault="00D7560E" w:rsidP="00D7560E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D7560E">
        <w:t xml:space="preserve">Cheng, M. M. W. and Oon, P.-T. (2016). Understanding metallic bonding: Structure, process and interaction by Rasch analysis. </w:t>
      </w:r>
      <w:r w:rsidRPr="00D7560E">
        <w:rPr>
          <w:i/>
        </w:rPr>
        <w:t>International Journal of Science Education,</w:t>
      </w:r>
      <w:r w:rsidRPr="00D7560E">
        <w:t xml:space="preserve"> 38(12)</w:t>
      </w:r>
      <w:r w:rsidRPr="00D7560E">
        <w:rPr>
          <w:b/>
        </w:rPr>
        <w:t>,</w:t>
      </w:r>
      <w:r w:rsidRPr="00D7560E">
        <w:t xml:space="preserve"> 1923-1944.</w:t>
      </w:r>
    </w:p>
    <w:p w14:paraId="7818562D" w14:textId="77777777" w:rsidR="00D7560E" w:rsidRPr="00D7560E" w:rsidRDefault="00D7560E" w:rsidP="00D7560E">
      <w:pPr>
        <w:pStyle w:val="EndNoteBibliography"/>
      </w:pPr>
      <w:r w:rsidRPr="00D7560E">
        <w:t xml:space="preserve">Gilbert, J. K. (2004). Models and modeling: Routes to more authentic science education. </w:t>
      </w:r>
      <w:r w:rsidRPr="00D7560E">
        <w:rPr>
          <w:i/>
        </w:rPr>
        <w:t>International Journal of Science and Mathematics Education,</w:t>
      </w:r>
      <w:r w:rsidRPr="00D7560E">
        <w:t xml:space="preserve"> 2(2)</w:t>
      </w:r>
      <w:r w:rsidRPr="00D7560E">
        <w:rPr>
          <w:b/>
        </w:rPr>
        <w:t>,</w:t>
      </w:r>
      <w:r w:rsidRPr="00D7560E">
        <w:t xml:space="preserve"> 115-130.</w:t>
      </w:r>
    </w:p>
    <w:p w14:paraId="69A267BB" w14:textId="77777777" w:rsidR="00D7560E" w:rsidRPr="00D7560E" w:rsidRDefault="00D7560E" w:rsidP="00D7560E">
      <w:pPr>
        <w:pStyle w:val="EndNoteBibliography"/>
      </w:pPr>
      <w:r w:rsidRPr="00D7560E">
        <w:t xml:space="preserve">Grosslight , L., et al. (1991). Understanding models and their use in science: Conceptions of middle and high school students and experts. </w:t>
      </w:r>
      <w:r w:rsidRPr="00D7560E">
        <w:rPr>
          <w:i/>
        </w:rPr>
        <w:t>Journal of Research in Science Teaching,</w:t>
      </w:r>
      <w:r w:rsidRPr="00D7560E">
        <w:t xml:space="preserve"> 28</w:t>
      </w:r>
      <w:r w:rsidRPr="00D7560E">
        <w:rPr>
          <w:b/>
        </w:rPr>
        <w:t>,</w:t>
      </w:r>
      <w:r w:rsidRPr="00D7560E">
        <w:t xml:space="preserve"> 799-822.</w:t>
      </w:r>
    </w:p>
    <w:p w14:paraId="3B604BF2" w14:textId="77777777" w:rsidR="00D7560E" w:rsidRPr="00D7560E" w:rsidRDefault="00D7560E" w:rsidP="00D7560E">
      <w:pPr>
        <w:pStyle w:val="EndNoteBibliography"/>
      </w:pPr>
      <w:r w:rsidRPr="00D7560E">
        <w:t xml:space="preserve">Harrison, A. G. and Treagust, D. F. (1996). Secondary students' mental models of atoms and moelcules: Implications for teaching chemistry. </w:t>
      </w:r>
      <w:r w:rsidRPr="00D7560E">
        <w:rPr>
          <w:i/>
        </w:rPr>
        <w:t>Science Education,</w:t>
      </w:r>
      <w:r w:rsidRPr="00D7560E">
        <w:t xml:space="preserve"> 80(5)</w:t>
      </w:r>
      <w:r w:rsidRPr="00D7560E">
        <w:rPr>
          <w:b/>
        </w:rPr>
        <w:t>,</w:t>
      </w:r>
      <w:r w:rsidRPr="00D7560E">
        <w:t xml:space="preserve"> 509-534.</w:t>
      </w:r>
    </w:p>
    <w:p w14:paraId="2AF8E46F" w14:textId="77777777" w:rsidR="00D7560E" w:rsidRPr="00D7560E" w:rsidRDefault="00D7560E" w:rsidP="00D7560E">
      <w:pPr>
        <w:pStyle w:val="EndNoteBibliography"/>
      </w:pPr>
      <w:r w:rsidRPr="00D7560E">
        <w:t xml:space="preserve">Johnstone, A. H. (1991). Why is chemistry difficult to learn? Things are seldom what they seem. </w:t>
      </w:r>
      <w:r w:rsidRPr="00D7560E">
        <w:rPr>
          <w:i/>
        </w:rPr>
        <w:t>Journal of Computer Assisted Learning,</w:t>
      </w:r>
      <w:r w:rsidRPr="00D7560E">
        <w:t xml:space="preserve"> 7</w:t>
      </w:r>
      <w:r w:rsidRPr="00D7560E">
        <w:rPr>
          <w:b/>
        </w:rPr>
        <w:t>,</w:t>
      </w:r>
      <w:r w:rsidRPr="00D7560E">
        <w:t xml:space="preserve"> 75-83.</w:t>
      </w:r>
    </w:p>
    <w:p w14:paraId="413BA60E" w14:textId="6F550049" w:rsidR="005E1205" w:rsidRPr="005E1205" w:rsidRDefault="00D7560E" w:rsidP="00026DEC">
      <w:pPr>
        <w:spacing w:after="180"/>
      </w:pPr>
      <w:r>
        <w:fldChar w:fldCharType="end"/>
      </w:r>
    </w:p>
    <w:sectPr w:rsidR="005E1205" w:rsidRPr="005E1205" w:rsidSect="00642ECD">
      <w:headerReference w:type="default" r:id="rId15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D983C" w14:textId="77777777" w:rsidR="002D162A" w:rsidRDefault="002D162A" w:rsidP="000B473B">
      <w:r>
        <w:separator/>
      </w:r>
    </w:p>
  </w:endnote>
  <w:endnote w:type="continuationSeparator" w:id="0">
    <w:p w14:paraId="20075384" w14:textId="77777777" w:rsidR="002D162A" w:rsidRDefault="002D162A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40F18" w14:textId="4398E781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6D128C3" wp14:editId="5115B3C7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2D7D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76A52">
      <w:rPr>
        <w:noProof/>
      </w:rPr>
      <w:t>4</w:t>
    </w:r>
    <w:r>
      <w:rPr>
        <w:noProof/>
      </w:rPr>
      <w:fldChar w:fldCharType="end"/>
    </w:r>
  </w:p>
  <w:p w14:paraId="5543D1DA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5E1205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25D672A3" w14:textId="77777777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F6C84" w14:textId="77777777" w:rsidR="002D162A" w:rsidRDefault="002D162A" w:rsidP="000B473B">
      <w:r>
        <w:separator/>
      </w:r>
    </w:p>
  </w:footnote>
  <w:footnote w:type="continuationSeparator" w:id="0">
    <w:p w14:paraId="5F3B0E10" w14:textId="77777777" w:rsidR="002D162A" w:rsidRDefault="002D162A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68DA6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6EF23A96" wp14:editId="5DBE7C5C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B5B69A" wp14:editId="292B2257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2D50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F0A12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489ECBB5" wp14:editId="0EF9C69C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1F44F8B5" wp14:editId="34060DC6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82C3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72539"/>
    <w:multiLevelType w:val="hybridMultilevel"/>
    <w:tmpl w:val="74AC7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91449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A410F"/>
    <w:rsid w:val="001C2E59"/>
    <w:rsid w:val="001C44EC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D162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56227"/>
    <w:rsid w:val="004636B1"/>
    <w:rsid w:val="004B0EE1"/>
    <w:rsid w:val="004D0D83"/>
    <w:rsid w:val="004E1DF1"/>
    <w:rsid w:val="004E5592"/>
    <w:rsid w:val="004F64F8"/>
    <w:rsid w:val="0050055B"/>
    <w:rsid w:val="00522AA4"/>
    <w:rsid w:val="00524710"/>
    <w:rsid w:val="00555342"/>
    <w:rsid w:val="005560E2"/>
    <w:rsid w:val="00567B09"/>
    <w:rsid w:val="00576A52"/>
    <w:rsid w:val="00591449"/>
    <w:rsid w:val="005A452E"/>
    <w:rsid w:val="005A6EE7"/>
    <w:rsid w:val="005E07F2"/>
    <w:rsid w:val="005E1205"/>
    <w:rsid w:val="005F1A7B"/>
    <w:rsid w:val="006355D8"/>
    <w:rsid w:val="00642ECD"/>
    <w:rsid w:val="006502A0"/>
    <w:rsid w:val="006772F5"/>
    <w:rsid w:val="006A320F"/>
    <w:rsid w:val="006A4440"/>
    <w:rsid w:val="006B0615"/>
    <w:rsid w:val="006B0C43"/>
    <w:rsid w:val="006D166B"/>
    <w:rsid w:val="006F3279"/>
    <w:rsid w:val="00704AEE"/>
    <w:rsid w:val="00722F9A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73B8C"/>
    <w:rsid w:val="00880E3B"/>
    <w:rsid w:val="008A405F"/>
    <w:rsid w:val="008C7F34"/>
    <w:rsid w:val="008D7667"/>
    <w:rsid w:val="008E580C"/>
    <w:rsid w:val="0090047A"/>
    <w:rsid w:val="009158ED"/>
    <w:rsid w:val="00925026"/>
    <w:rsid w:val="00931264"/>
    <w:rsid w:val="00942A4B"/>
    <w:rsid w:val="00952D04"/>
    <w:rsid w:val="00961D59"/>
    <w:rsid w:val="009B2D55"/>
    <w:rsid w:val="009B60E0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AD68F9"/>
    <w:rsid w:val="00B06225"/>
    <w:rsid w:val="00B22B94"/>
    <w:rsid w:val="00B23B31"/>
    <w:rsid w:val="00B23C7A"/>
    <w:rsid w:val="00B305F5"/>
    <w:rsid w:val="00B46FF9"/>
    <w:rsid w:val="00B70BB5"/>
    <w:rsid w:val="00B75483"/>
    <w:rsid w:val="00BA7952"/>
    <w:rsid w:val="00BB44B4"/>
    <w:rsid w:val="00BE4E55"/>
    <w:rsid w:val="00BF0BBF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7560E"/>
    <w:rsid w:val="00DC3D50"/>
    <w:rsid w:val="00DC4A4E"/>
    <w:rsid w:val="00DD1874"/>
    <w:rsid w:val="00DD63BD"/>
    <w:rsid w:val="00E03772"/>
    <w:rsid w:val="00E172C6"/>
    <w:rsid w:val="00E24309"/>
    <w:rsid w:val="00E40715"/>
    <w:rsid w:val="00E53D82"/>
    <w:rsid w:val="00E9330A"/>
    <w:rsid w:val="00EE6B97"/>
    <w:rsid w:val="00F12C3B"/>
    <w:rsid w:val="00F26884"/>
    <w:rsid w:val="00F43A11"/>
    <w:rsid w:val="00F44375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39CCB"/>
  <w15:docId w15:val="{6EA26F68-6280-4331-8A48-62B00EEF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76A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ttributionfield">
    <w:name w:val="attribution_field"/>
    <w:basedOn w:val="DefaultParagraphFont"/>
    <w:rsid w:val="00522AA4"/>
  </w:style>
  <w:style w:type="character" w:styleId="Hyperlink">
    <w:name w:val="Hyperlink"/>
    <w:basedOn w:val="DefaultParagraphFont"/>
    <w:uiPriority w:val="99"/>
    <w:semiHidden/>
    <w:unhideWhenUsed/>
    <w:rsid w:val="00522AA4"/>
    <w:rPr>
      <w:color w:val="0000FF"/>
      <w:u w:val="single"/>
    </w:rPr>
  </w:style>
  <w:style w:type="paragraph" w:styleId="NoSpacing">
    <w:name w:val="No Spacing"/>
    <w:uiPriority w:val="1"/>
    <w:qFormat/>
    <w:rsid w:val="00D7560E"/>
    <w:pPr>
      <w:spacing w:after="0" w:line="240" w:lineRule="auto"/>
    </w:pPr>
    <w:rPr>
      <w:rFonts w:ascii="Arial" w:hAnsi="Arial"/>
      <w:sz w:val="24"/>
    </w:rPr>
  </w:style>
  <w:style w:type="paragraph" w:customStyle="1" w:styleId="EndNoteBibliographyTitle">
    <w:name w:val="EndNote Bibliography Title"/>
    <w:basedOn w:val="Normal"/>
    <w:link w:val="EndNoteBibliographyTitleChar"/>
    <w:rsid w:val="00D7560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7560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7560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7560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pixabay.com/users/PublicDomainPictures-14/?utm_source=link-attribution&amp;utm_medium=referral&amp;utm_campaign=image&amp;utm_content=1890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pixabay.com/?utm_source=link-attribution&amp;utm_medium=referral&amp;utm_campaign=image&amp;utm_content=1890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ha\Documents\BEST\14%20to%2016\14%20to%2016%20templates\BEST_Template_Chemistry_R_Talking%20head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BEST_Template_Chemistry_R_Talking heads.dotx</Template>
  <TotalTime>78</TotalTime>
  <Pages>3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5</cp:revision>
  <cp:lastPrinted>2017-02-24T16:20:00Z</cp:lastPrinted>
  <dcterms:created xsi:type="dcterms:W3CDTF">2020-09-11T10:09:00Z</dcterms:created>
  <dcterms:modified xsi:type="dcterms:W3CDTF">2020-09-27T09:49:00Z</dcterms:modified>
</cp:coreProperties>
</file>